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bookmarkStart w:id="0" w:name="_GoBack"/>
            <w:bookmarkEnd w:id="0"/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BAFD3DF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2EE86735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58EA158" w14:textId="77777777" w:rsidR="007C0DFF" w:rsidRPr="007C0DFF" w:rsidRDefault="007C0DFF" w:rsidP="007C0DFF">
          <w:pPr>
            <w:pStyle w:val="Zpat"/>
          </w:pPr>
          <w:r w:rsidRPr="007C0DFF">
            <w:t>Oblastní ředitelství Praha</w:t>
          </w:r>
        </w:p>
        <w:p w14:paraId="7BD0969D" w14:textId="77777777" w:rsidR="007C0DFF" w:rsidRPr="007C0DFF" w:rsidRDefault="007C0DFF" w:rsidP="007C0DFF">
          <w:pPr>
            <w:pStyle w:val="Zpat"/>
          </w:pPr>
          <w:r w:rsidRPr="007C0DFF">
            <w:t>Partyzánská 24</w:t>
          </w:r>
        </w:p>
        <w:p w14:paraId="1FF837A9" w14:textId="0C2F09BD" w:rsidR="004C037A" w:rsidRDefault="007C0DFF" w:rsidP="007C0DFF">
          <w:pPr>
            <w:pStyle w:val="Zpat"/>
          </w:pPr>
          <w:r w:rsidRPr="007C0DFF">
            <w:t>170 00 Praha 7</w:t>
          </w: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0DFF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334910-278D-46EC-8282-A30DE19A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87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Kalinová Jitka</cp:lastModifiedBy>
  <cp:revision>27</cp:revision>
  <cp:lastPrinted>2024-04-15T12:42:00Z</cp:lastPrinted>
  <dcterms:created xsi:type="dcterms:W3CDTF">2023-04-17T12:23:00Z</dcterms:created>
  <dcterms:modified xsi:type="dcterms:W3CDTF">2024-04-15T12:42:00Z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